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CE" w:rsidRPr="000B071F" w:rsidRDefault="00B014D6" w:rsidP="00FD6ACE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5765165</wp:posOffset>
                </wp:positionH>
                <wp:positionV relativeFrom="page">
                  <wp:posOffset>481330</wp:posOffset>
                </wp:positionV>
                <wp:extent cx="1535430" cy="948055"/>
                <wp:effectExtent l="2540" t="0" r="0" b="0"/>
                <wp:wrapNone/>
                <wp:docPr id="1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1BA" w:rsidRPr="00033523" w:rsidRDefault="00CF0EC2" w:rsidP="00D55981">
                            <w:pPr>
                              <w:pStyle w:val="Address1"/>
                            </w:pPr>
                            <w:r>
                              <w:t>Address Line 1</w:t>
                            </w:r>
                          </w:p>
                          <w:p w:rsidR="007E31BA" w:rsidRPr="00033523" w:rsidRDefault="007E31BA" w:rsidP="00D55981">
                            <w:pPr>
                              <w:pStyle w:val="Address1"/>
                            </w:pPr>
                            <w:r w:rsidRPr="00033523">
                              <w:t>Address</w:t>
                            </w:r>
                            <w:r w:rsidR="00D55981">
                              <w:t xml:space="preserve"> </w:t>
                            </w:r>
                            <w:r w:rsidR="00CF0EC2">
                              <w:t xml:space="preserve">Line </w:t>
                            </w:r>
                            <w:r w:rsidR="00D55981">
                              <w:t>2</w:t>
                            </w:r>
                          </w:p>
                          <w:p w:rsidR="007E31BA" w:rsidRPr="00033523" w:rsidRDefault="00D55981" w:rsidP="00D55981">
                            <w:pPr>
                              <w:pStyle w:val="Address1"/>
                            </w:pPr>
                            <w:r>
                              <w:t xml:space="preserve">City, </w:t>
                            </w:r>
                            <w:r w:rsidR="00CF0EC2">
                              <w:t>State, Post Code</w:t>
                            </w:r>
                          </w:p>
                          <w:p w:rsidR="00D55981" w:rsidRDefault="00CF0EC2" w:rsidP="00D55981">
                            <w:pPr>
                              <w:pStyle w:val="Address1"/>
                            </w:pPr>
                            <w:r>
                              <w:t>Phone</w:t>
                            </w:r>
                          </w:p>
                          <w:p w:rsidR="007E31BA" w:rsidRDefault="00D55981" w:rsidP="00D55981">
                            <w:pPr>
                              <w:pStyle w:val="Address1"/>
                            </w:pPr>
                            <w:r>
                              <w:t>E-m</w:t>
                            </w:r>
                            <w:r w:rsidR="007E31BA" w:rsidRPr="00033523">
                              <w:t>ail</w:t>
                            </w:r>
                            <w:r w:rsidR="00DD7A53">
                              <w:t xml:space="preserve"> a</w:t>
                            </w:r>
                            <w:r>
                              <w:t>ddress</w:t>
                            </w:r>
                          </w:p>
                          <w:p w:rsidR="00CF0EC2" w:rsidRPr="00CF0EC2" w:rsidRDefault="00CF0EC2" w:rsidP="00CF0EC2">
                            <w:r>
                              <w:t>ABN/ACN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453.95pt;margin-top:37.9pt;width:120.9pt;height:74.6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nyqtAIAALs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" filled="f" stroked="f">
                <v:textbox style="mso-fit-shape-to-text:t">
                  <w:txbxContent>
                    <w:p w:rsidR="007E31BA" w:rsidRPr="00033523" w:rsidRDefault="00CF0EC2" w:rsidP="00D55981">
                      <w:pPr>
                        <w:pStyle w:val="Address1"/>
                      </w:pPr>
                      <w:r>
                        <w:t>Address Line 1</w:t>
                      </w:r>
                    </w:p>
                    <w:p w:rsidR="007E31BA" w:rsidRPr="00033523" w:rsidRDefault="007E31BA" w:rsidP="00D55981">
                      <w:pPr>
                        <w:pStyle w:val="Address1"/>
                      </w:pPr>
                      <w:r w:rsidRPr="00033523">
                        <w:t>Address</w:t>
                      </w:r>
                      <w:r w:rsidR="00D55981">
                        <w:t xml:space="preserve"> </w:t>
                      </w:r>
                      <w:r w:rsidR="00CF0EC2">
                        <w:t xml:space="preserve">Line </w:t>
                      </w:r>
                      <w:r w:rsidR="00D55981">
                        <w:t>2</w:t>
                      </w:r>
                    </w:p>
                    <w:p w:rsidR="007E31BA" w:rsidRPr="00033523" w:rsidRDefault="00D55981" w:rsidP="00D55981">
                      <w:pPr>
                        <w:pStyle w:val="Address1"/>
                      </w:pPr>
                      <w:r>
                        <w:t xml:space="preserve">City, </w:t>
                      </w:r>
                      <w:r w:rsidR="00CF0EC2">
                        <w:t>State, Post Code</w:t>
                      </w:r>
                    </w:p>
                    <w:p w:rsidR="00D55981" w:rsidRDefault="00CF0EC2" w:rsidP="00D55981">
                      <w:pPr>
                        <w:pStyle w:val="Address1"/>
                      </w:pPr>
                      <w:r>
                        <w:t>Phone</w:t>
                      </w:r>
                    </w:p>
                    <w:p w:rsidR="007E31BA" w:rsidRDefault="00D55981" w:rsidP="00D55981">
                      <w:pPr>
                        <w:pStyle w:val="Address1"/>
                      </w:pPr>
                      <w:r>
                        <w:t>E-m</w:t>
                      </w:r>
                      <w:r w:rsidR="007E31BA" w:rsidRPr="00033523">
                        <w:t>ail</w:t>
                      </w:r>
                      <w:r w:rsidR="00DD7A53">
                        <w:t xml:space="preserve"> a</w:t>
                      </w:r>
                      <w:r>
                        <w:t>ddress</w:t>
                      </w:r>
                    </w:p>
                    <w:p w:rsidR="00CF0EC2" w:rsidRPr="00CF0EC2" w:rsidRDefault="00CF0EC2" w:rsidP="00CF0EC2">
                      <w:r>
                        <w:t>ABN/ACN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-76835</wp:posOffset>
                </wp:positionV>
                <wp:extent cx="2333625" cy="700405"/>
                <wp:effectExtent l="5715" t="8890" r="13335" b="5080"/>
                <wp:wrapNone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3625" cy="700405"/>
                          <a:chOff x="19361943" y="18162270"/>
                          <a:chExt cx="2333623" cy="700496"/>
                        </a:xfrm>
                      </wpg:grpSpPr>
                      <wps:wsp>
                        <wps:cNvPr id="13" name="Rectangle 12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361943" y="18162270"/>
                            <a:ext cx="2333623" cy="700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Oval 13"/>
                        <wps:cNvSpPr>
                          <a:spLocks noChangeArrowheads="1" noChangeShapeType="1"/>
                        </wps:cNvSpPr>
                        <wps:spPr bwMode="auto">
                          <a:xfrm rot="20820000">
                            <a:off x="19427608" y="18365292"/>
                            <a:ext cx="2230087" cy="313583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Oval 14"/>
                        <wps:cNvSpPr>
                          <a:spLocks noChangeArrowheads="1" noChangeShapeType="1"/>
                        </wps:cNvSpPr>
                        <wps:spPr bwMode="auto">
                          <a:xfrm rot="20820000">
                            <a:off x="19377230" y="18352503"/>
                            <a:ext cx="2303050" cy="2984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-7.8pt;margin-top:-6.05pt;width:183.75pt;height:55.15pt;z-index:251658752" coordorigin="193619,181622" coordsize="23336,7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">
                <v:rect id="Rectangle 12" o:spid="_x0000_s1027" style="position:absolute;left:193619;top:181622;width:23336;height:7005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wO8QA&#10;AADbAAAADwAAAGRycy9kb3ducmV2LnhtbERPTWvCQBC9F/oflin0Vje1KpK6hqIIBopp1YPHMTsm&#10;IdnZkF1j+u+7BaG3ebzPWSSDaURPnassK3gdRSCIc6srLhQcD5uXOQjnkTU2lknBDzlIlo8PC4y1&#10;vfE39XtfiBDCLkYFpfdtLKXLSzLoRrYlDtzFdgZ9gF0hdYe3EG4aOY6imTRYcWgosaVVSXm9vxoF&#10;2TGT8/X5sPuq03p70rPJ5zQ9KfX8NHy8g/A0+H/x3b3VYf4b/P0SDp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uMDvEAAAA2wAAAA8AAAAAAAAAAAAAAAAAmAIAAGRycy9k&#10;b3ducmV2LnhtbFBLBQYAAAAABAAEAPUAAACJAwAAAAA=&#10;" stroked="f">
                  <v:stroke joinstyle="round"/>
                  <o:lock v:ext="edit" shapetype="t"/>
                  <v:textbox inset="2.88pt,2.88pt,2.88pt,2.88pt"/>
                </v:rect>
                <v:oval id="Oval 13" o:spid="_x0000_s1028" style="position:absolute;left:194276;top:183652;width:22300;height:3136;rotation:-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1TD8IA&#10;AADbAAAADwAAAGRycy9kb3ducmV2LnhtbERP22oCMRB9L/gPYYS+1axFpK5mRQSL0At4AX0cNrMX&#10;3EyWJLtu/74pFHybw7nOaj2YRvTkfG1ZwXSSgCDOra65VHA+7V7eQPiArLGxTAp+yMM6Gz2tMNX2&#10;zgfqj6EUMYR9igqqENpUSp9XZNBPbEscucI6gyFCV0rt8B7DTSNfk2QuDdYcGypsaVtRfjt2RsHl&#10;I8wXiS8+v26H6XvbX7td576Veh4PmyWIQEN4iP/dex3nz+Dvl3iA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LVMPwgAAANsAAAAPAAAAAAAAAAAAAAAAAJgCAABkcnMvZG93&#10;bnJldi54bWxQSwUGAAAAAAQABAD1AAAAhwMAAAAA&#10;" fillcolor="#fc6" stroked="f" strokeweight="0" insetpen="t">
                  <v:shadow color="#ccc"/>
                  <o:lock v:ext="edit" shapetype="t"/>
                  <v:textbox inset="2.88pt,2.88pt,2.88pt,2.88pt"/>
                </v:oval>
                <v:oval id="Oval 14" o:spid="_x0000_s1029" style="position:absolute;left:193772;top:183525;width:23030;height:2984;rotation:-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0c2MEA&#10;AADbAAAADwAAAGRycy9kb3ducmV2LnhtbERPTWsCMRC9F/wPYQQvRbMWLLIaRURB8NBWxfOwmW62&#10;biZLku6u/74pCN7m8T5nue5tLVryoXKsYDrJQBAXTldcKric9+M5iBCRNdaOScGdAqxXg5cl5tp1&#10;/EXtKZYihXDIUYGJscmlDIUhi2HiGuLEfTtvMSboS6k9dinc1vIty96lxYpTg8GGtoaK2+nXKvgw&#10;7c/rtvT2ujt3Rh9mx2b6eVRqNOw3CxCR+vgUP9wHnebP4P+XdI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tHNjBAAAA2wAAAA8AAAAAAAAAAAAAAAAAmAIAAGRycy9kb3du&#10;cmV2LnhtbFBLBQYAAAAABAAEAPUAAACGAwAAAAA=&#10;" stroked="f" strokeweight="0" insetpen="t">
                  <v:shadow color="#ccc"/>
                  <o:lock v:ext="edit" shapetype="t"/>
                  <v:textbox inset="2.88pt,2.88pt,2.88pt,2.88pt"/>
                </v:oval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515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4799965</wp:posOffset>
                </wp:positionV>
                <wp:extent cx="6858000" cy="3126105"/>
                <wp:effectExtent l="0" t="0" r="0" b="0"/>
                <wp:wrapNone/>
                <wp:docPr id="11" name="Contro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58000" cy="3126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2" o:spid="_x0000_s1026" style="position:absolute;margin-left:36pt;margin-top:377.95pt;width:540pt;height:246.15pt;z-index:251651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" filled="f" stroked="f" strokeweight=".25pt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pPr w:leftFromText="180" w:rightFromText="180" w:vertAnchor="text" w:horzAnchor="margin" w:tblpY="6667"/>
        <w:tblW w:w="108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8"/>
        <w:gridCol w:w="1128"/>
        <w:gridCol w:w="1128"/>
        <w:gridCol w:w="2746"/>
        <w:gridCol w:w="1127"/>
        <w:gridCol w:w="1127"/>
        <w:gridCol w:w="1289"/>
        <w:gridCol w:w="1127"/>
      </w:tblGrid>
      <w:tr w:rsidR="00FD6ACE">
        <w:trPr>
          <w:trHeight w:val="631"/>
        </w:trPr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Quantity</w:t>
            </w:r>
          </w:p>
        </w:tc>
        <w:tc>
          <w:tcPr>
            <w:tcW w:w="112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Item</w:t>
            </w:r>
          </w:p>
        </w:tc>
        <w:tc>
          <w:tcPr>
            <w:tcW w:w="112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52" w:type="dxa"/>
              <w:left w:w="52" w:type="dxa"/>
              <w:bottom w:w="52" w:type="dxa"/>
              <w:right w:w="52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Units</w:t>
            </w:r>
          </w:p>
        </w:tc>
        <w:tc>
          <w:tcPr>
            <w:tcW w:w="27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top w:w="52" w:type="dxa"/>
              <w:left w:w="57" w:type="dxa"/>
              <w:bottom w:w="52" w:type="dxa"/>
              <w:right w:w="57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Description</w:t>
            </w:r>
          </w:p>
        </w:tc>
        <w:tc>
          <w:tcPr>
            <w:tcW w:w="112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Discount %</w:t>
            </w:r>
          </w:p>
        </w:tc>
        <w:tc>
          <w:tcPr>
            <w:tcW w:w="1127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Taxable</w:t>
            </w:r>
          </w:p>
        </w:tc>
        <w:tc>
          <w:tcPr>
            <w:tcW w:w="128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Unit Price</w:t>
            </w:r>
          </w:p>
        </w:tc>
        <w:tc>
          <w:tcPr>
            <w:tcW w:w="112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52" w:type="dxa"/>
              <w:left w:w="57" w:type="dxa"/>
              <w:bottom w:w="52" w:type="dxa"/>
              <w:right w:w="52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Total</w:t>
            </w:r>
          </w:p>
        </w:tc>
      </w:tr>
      <w:tr w:rsidR="00FD6ACE" w:rsidTr="000D52FB">
        <w:trPr>
          <w:trHeight w:val="372"/>
        </w:trPr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2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</w:tr>
      <w:tr w:rsidR="00FD6ACE" w:rsidTr="000D52FB">
        <w:trPr>
          <w:trHeight w:val="372"/>
        </w:trPr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2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</w:tr>
      <w:tr w:rsidR="00FD6ACE" w:rsidTr="000D52FB">
        <w:trPr>
          <w:trHeight w:val="514"/>
        </w:trPr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2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FD6ACE" w:rsidRDefault="00FD6ACE" w:rsidP="000D52FB">
            <w:pPr>
              <w:rPr>
                <w:lang w:val="en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FD6ACE" w:rsidRDefault="00FD6ACE" w:rsidP="000D52FB">
            <w:pPr>
              <w:pStyle w:val="Amount"/>
              <w:rPr>
                <w:lang w:val="en"/>
              </w:rPr>
            </w:pPr>
          </w:p>
        </w:tc>
      </w:tr>
      <w:tr w:rsidR="000D52FB" w:rsidTr="00D84885">
        <w:trPr>
          <w:trHeight w:val="372"/>
        </w:trPr>
        <w:tc>
          <w:tcPr>
            <w:tcW w:w="8384" w:type="dxa"/>
            <w:gridSpan w:val="6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</w:tcPr>
          <w:tbl>
            <w:tblPr>
              <w:tblStyle w:val="TableGrid"/>
              <w:tblpPr w:leftFromText="180" w:rightFromText="180" w:horzAnchor="margin" w:tblpY="675"/>
              <w:tblOverlap w:val="never"/>
              <w:tblW w:w="0" w:type="auto"/>
              <w:tblBorders>
                <w:top w:val="single" w:sz="8" w:space="0" w:color="081F56"/>
                <w:left w:val="single" w:sz="8" w:space="0" w:color="081F56"/>
                <w:bottom w:val="single" w:sz="8" w:space="0" w:color="081F56"/>
                <w:right w:val="single" w:sz="8" w:space="0" w:color="081F56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68"/>
              <w:gridCol w:w="3708"/>
            </w:tblGrid>
            <w:tr w:rsidR="00EB3968" w:rsidTr="00EB3968">
              <w:trPr>
                <w:trHeight w:val="1038"/>
              </w:trPr>
              <w:tc>
                <w:tcPr>
                  <w:tcW w:w="2025" w:type="dxa"/>
                  <w:tcBorders>
                    <w:top w:val="single" w:sz="8" w:space="0" w:color="183168"/>
                    <w:left w:val="single" w:sz="8" w:space="0" w:color="183168"/>
                    <w:bottom w:val="nil"/>
                  </w:tcBorders>
                  <w:shd w:val="clear" w:color="auto" w:fill="auto"/>
                  <w:tcMar>
                    <w:top w:w="113" w:type="dxa"/>
                    <w:bottom w:w="57" w:type="dxa"/>
                    <w:right w:w="0" w:type="dxa"/>
                  </w:tcMar>
                </w:tcPr>
                <w:p w:rsidR="00EB3968" w:rsidRDefault="00EB3968" w:rsidP="0089520D">
                  <w:r>
                    <w:rPr>
                      <w:rFonts w:hint="eastAsia"/>
                      <w:noProof/>
                      <w:lang w:val="en-AU" w:eastAsia="en-AU"/>
                    </w:rPr>
                    <w:drawing>
                      <wp:inline distT="0" distB="0" distL="0" distR="0" wp14:anchorId="773E75CE" wp14:editId="323A63A3">
                        <wp:extent cx="1493367" cy="693027"/>
                        <wp:effectExtent l="0" t="0" r="5715" b="0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PAY Logo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6318" cy="6943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38" w:type="dxa"/>
                  <w:tcBorders>
                    <w:top w:val="single" w:sz="8" w:space="0" w:color="183168"/>
                    <w:bottom w:val="nil"/>
                    <w:right w:val="single" w:sz="8" w:space="0" w:color="183168"/>
                  </w:tcBorders>
                  <w:shd w:val="clear" w:color="auto" w:fill="auto"/>
                  <w:tcMar>
                    <w:left w:w="0" w:type="dxa"/>
                    <w:bottom w:w="57" w:type="dxa"/>
                  </w:tcMar>
                </w:tcPr>
                <w:p w:rsidR="00EB3968" w:rsidRPr="002A521E" w:rsidRDefault="00EB3968" w:rsidP="0089520D">
                  <w:pPr>
                    <w:rPr>
                      <w:sz w:val="2"/>
                      <w:szCs w:val="2"/>
                    </w:rPr>
                  </w:pPr>
                  <w:r w:rsidRPr="002A521E">
                    <w:rPr>
                      <w:rFonts w:hint="eastAsia"/>
                      <w:noProof/>
                      <w:sz w:val="2"/>
                      <w:szCs w:val="2"/>
                      <w:lang w:val="en-AU"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 wp14:anchorId="050D2B2D" wp14:editId="653E1159">
                            <wp:simplePos x="0" y="0"/>
                            <wp:positionH relativeFrom="column">
                              <wp:posOffset>76200</wp:posOffset>
                            </wp:positionH>
                            <wp:positionV relativeFrom="paragraph">
                              <wp:posOffset>37465</wp:posOffset>
                            </wp:positionV>
                            <wp:extent cx="2252980" cy="607060"/>
                            <wp:effectExtent l="0" t="0" r="33020" b="27940"/>
                            <wp:wrapSquare wrapText="bothSides"/>
                            <wp:docPr id="17" name="Text Box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252980" cy="607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81F56"/>
                                      </a:solidFill>
                                    </a:ln>
                                    <a:effectLst/>
                                    <a:extLst>
                                      <a:ext uri="{C572A759-6A51-4108-AA02-DFA0A04FC94B}">
    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    </a:ext>
                                    </a:ex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B3968" w:rsidRPr="005A671F" w:rsidRDefault="00EB3968" w:rsidP="00EB3968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color w:val="183168"/>
                                          </w:rPr>
                                        </w:pPr>
                                        <w:r w:rsidRPr="005A671F">
                                          <w:rPr>
                                            <w:rFonts w:ascii="Arial" w:hAnsi="Arial" w:cs="Arial"/>
                                            <w:b/>
                                            <w:color w:val="183168"/>
                                          </w:rPr>
                                          <w:t xml:space="preserve">Biller Code: </w:t>
                                        </w:r>
                                        <w:r w:rsidRPr="005A671F">
                                          <w:rPr>
                                            <w:rFonts w:ascii="Arial" w:hAnsi="Arial" w:cs="Arial"/>
                                            <w:b/>
                                            <w:color w:val="183168"/>
                                          </w:rPr>
                                          <w:br/>
                                          <w:t>Ref: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7" o:spid="_x0000_s1027" type="#_x0000_t202" style="position:absolute;margin-left:6pt;margin-top:2.95pt;width:177.4pt;height:47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" filled="f" strokecolor="#081f56" strokeweight="1pt">
                            <v:textbox>
                              <w:txbxContent>
                                <w:p w:rsidR="00EB3968" w:rsidRPr="005A671F" w:rsidRDefault="00EB3968" w:rsidP="00EB3968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183168"/>
                                    </w:rPr>
                                  </w:pPr>
                                  <w:r w:rsidRPr="005A671F">
                                    <w:rPr>
                                      <w:rFonts w:ascii="Arial" w:hAnsi="Arial" w:cs="Arial"/>
                                      <w:b/>
                                      <w:color w:val="183168"/>
                                    </w:rPr>
                                    <w:t xml:space="preserve">Biller Code: </w:t>
                                  </w:r>
                                  <w:r w:rsidRPr="005A671F">
                                    <w:rPr>
                                      <w:rFonts w:ascii="Arial" w:hAnsi="Arial" w:cs="Arial"/>
                                      <w:b/>
                                      <w:color w:val="183168"/>
                                    </w:rPr>
                                    <w:br/>
                                    <w:t>Ref: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</w:p>
              </w:tc>
            </w:tr>
            <w:tr w:rsidR="00EB3968" w:rsidTr="00EB3968">
              <w:trPr>
                <w:trHeight w:val="670"/>
              </w:trPr>
              <w:tc>
                <w:tcPr>
                  <w:tcW w:w="5163" w:type="dxa"/>
                  <w:gridSpan w:val="2"/>
                  <w:tcBorders>
                    <w:top w:val="nil"/>
                    <w:left w:val="single" w:sz="8" w:space="0" w:color="183168"/>
                    <w:bottom w:val="single" w:sz="8" w:space="0" w:color="183168"/>
                    <w:right w:val="single" w:sz="8" w:space="0" w:color="183168"/>
                  </w:tcBorders>
                  <w:shd w:val="clear" w:color="auto" w:fill="auto"/>
                  <w:tcMar>
                    <w:top w:w="0" w:type="dxa"/>
                    <w:bottom w:w="113" w:type="dxa"/>
                  </w:tcMar>
                </w:tcPr>
                <w:p w:rsidR="00EB3968" w:rsidRPr="005A671F" w:rsidRDefault="00EB3968" w:rsidP="0089520D">
                  <w:pPr>
                    <w:tabs>
                      <w:tab w:val="left" w:pos="1180"/>
                    </w:tabs>
                    <w:rPr>
                      <w:rFonts w:ascii="Arial" w:hAnsi="Arial" w:cs="Arial"/>
                      <w:b/>
                      <w:color w:val="183168"/>
                      <w:sz w:val="22"/>
                      <w:szCs w:val="22"/>
                    </w:rPr>
                  </w:pPr>
                  <w:r w:rsidRPr="005A671F">
                    <w:rPr>
                      <w:rFonts w:ascii="Arial" w:hAnsi="Arial" w:cs="Arial"/>
                      <w:b/>
                      <w:color w:val="183168"/>
                      <w:sz w:val="22"/>
                      <w:szCs w:val="22"/>
                    </w:rPr>
                    <w:t xml:space="preserve">Telephone &amp; Internet Banking </w:t>
                  </w:r>
                  <w:r w:rsidRPr="005A671F">
                    <w:rPr>
                      <w:rFonts w:ascii="Arial" w:hAnsi="Arial" w:cs="Arial" w:hint="cs"/>
                      <w:b/>
                      <w:color w:val="183168"/>
                      <w:sz w:val="22"/>
                      <w:szCs w:val="22"/>
                    </w:rPr>
                    <w:t>–</w:t>
                  </w:r>
                  <w:r w:rsidRPr="005A671F">
                    <w:rPr>
                      <w:rFonts w:ascii="Arial" w:hAnsi="Arial" w:cs="Arial"/>
                      <w:b/>
                      <w:color w:val="183168"/>
                      <w:sz w:val="22"/>
                      <w:szCs w:val="22"/>
                    </w:rPr>
                    <w:t xml:space="preserve"> BPAY</w:t>
                  </w:r>
                  <w:r w:rsidRPr="005A671F">
                    <w:rPr>
                      <w:rFonts w:ascii="Arial" w:hAnsi="Arial" w:cs="Arial" w:hint="cs"/>
                      <w:b/>
                      <w:color w:val="183168"/>
                      <w:sz w:val="22"/>
                      <w:szCs w:val="22"/>
                      <w:vertAlign w:val="superscript"/>
                    </w:rPr>
                    <w:t>®</w:t>
                  </w:r>
                </w:p>
                <w:p w:rsidR="00EB3968" w:rsidRPr="006F7D37" w:rsidRDefault="00EB3968" w:rsidP="0089520D">
                  <w:pPr>
                    <w:tabs>
                      <w:tab w:val="left" w:pos="1180"/>
                    </w:tabs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A671F">
                    <w:rPr>
                      <w:rFonts w:ascii="Arial" w:hAnsi="Arial" w:cs="Arial" w:hint="eastAsia"/>
                      <w:color w:val="183168"/>
                      <w:sz w:val="16"/>
                      <w:szCs w:val="16"/>
                    </w:rPr>
                    <w:t xml:space="preserve">Contact your bank or financial institution to make this payment from your </w:t>
                  </w:r>
                  <w:r w:rsidRPr="005A671F">
                    <w:rPr>
                      <w:rFonts w:ascii="Arial" w:hAnsi="Arial" w:cs="Arial"/>
                      <w:color w:val="183168"/>
                      <w:sz w:val="16"/>
                      <w:szCs w:val="16"/>
                    </w:rPr>
                    <w:t>Cheque</w:t>
                  </w:r>
                  <w:r w:rsidRPr="005A671F">
                    <w:rPr>
                      <w:rFonts w:ascii="Arial" w:hAnsi="Arial" w:cs="Arial" w:hint="eastAsia"/>
                      <w:color w:val="183168"/>
                      <w:sz w:val="16"/>
                      <w:szCs w:val="16"/>
                    </w:rPr>
                    <w:t>, savings, debit or transaction account. More info: www.bpay.com.au</w:t>
                  </w:r>
                  <w:r w:rsidRPr="005A671F">
                    <w:rPr>
                      <w:rFonts w:ascii="Arial" w:hAnsi="Arial" w:cs="Arial"/>
                      <w:color w:val="183168"/>
                      <w:sz w:val="16"/>
                      <w:szCs w:val="16"/>
                    </w:rPr>
                    <w:tab/>
                  </w:r>
                </w:p>
              </w:tc>
            </w:tr>
          </w:tbl>
          <w:p w:rsidR="000D52FB" w:rsidRPr="00033523" w:rsidRDefault="000D52FB" w:rsidP="000D52FB"/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0D52FB" w:rsidRPr="00D84885" w:rsidRDefault="000D52FB" w:rsidP="00D84885">
            <w:pPr>
              <w:pStyle w:val="Labels"/>
              <w:framePr w:hSpace="0" w:wrap="auto" w:vAnchor="margin" w:hAnchor="text" w:yAlign="inline"/>
            </w:pPr>
            <w:r w:rsidRPr="00D84885">
              <w:t>Subtotal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0D52FB" w:rsidRDefault="000D52FB" w:rsidP="000D52FB">
            <w:pPr>
              <w:pStyle w:val="Amount"/>
            </w:pPr>
          </w:p>
        </w:tc>
      </w:tr>
      <w:tr w:rsidR="000D52FB" w:rsidTr="00D84885">
        <w:trPr>
          <w:trHeight w:val="372"/>
        </w:trPr>
        <w:tc>
          <w:tcPr>
            <w:tcW w:w="8384" w:type="dxa"/>
            <w:gridSpan w:val="6"/>
            <w:vMerge/>
            <w:tcBorders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</w:tcPr>
          <w:p w:rsidR="000D52FB" w:rsidRPr="00033523" w:rsidRDefault="000D52FB" w:rsidP="00DD7A53">
            <w:pPr>
              <w:rPr>
                <w:sz w:val="14"/>
                <w:szCs w:val="14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0D52FB" w:rsidRPr="00D84885" w:rsidRDefault="00CF0EC2" w:rsidP="00D84885">
            <w:pPr>
              <w:pStyle w:val="Labels"/>
              <w:framePr w:hSpace="0" w:wrap="auto" w:vAnchor="margin" w:hAnchor="text" w:yAlign="inline"/>
            </w:pPr>
            <w:r>
              <w:t>Shipping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0D52FB" w:rsidRDefault="000D52FB" w:rsidP="000D52FB">
            <w:pPr>
              <w:pStyle w:val="Amount"/>
            </w:pPr>
          </w:p>
        </w:tc>
      </w:tr>
      <w:tr w:rsidR="000D52FB" w:rsidTr="00D84885">
        <w:trPr>
          <w:trHeight w:val="372"/>
        </w:trPr>
        <w:tc>
          <w:tcPr>
            <w:tcW w:w="8384" w:type="dxa"/>
            <w:gridSpan w:val="6"/>
            <w:vMerge/>
            <w:tcBorders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</w:tcPr>
          <w:p w:rsidR="000D52FB" w:rsidRPr="00033523" w:rsidRDefault="000D52FB" w:rsidP="00DD7A53">
            <w:pPr>
              <w:rPr>
                <w:sz w:val="14"/>
                <w:szCs w:val="14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0D52FB" w:rsidRPr="00D84885" w:rsidRDefault="00CF0EC2" w:rsidP="00D84885">
            <w:pPr>
              <w:pStyle w:val="Labels"/>
              <w:framePr w:hSpace="0" w:wrap="auto" w:vAnchor="margin" w:hAnchor="text" w:yAlign="inline"/>
            </w:pPr>
            <w:r>
              <w:t>Miscellaneous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0D52FB" w:rsidRDefault="000D52FB" w:rsidP="000D52FB">
            <w:pPr>
              <w:pStyle w:val="Amount"/>
            </w:pPr>
          </w:p>
        </w:tc>
      </w:tr>
      <w:tr w:rsidR="000D52FB" w:rsidTr="00D84885">
        <w:trPr>
          <w:trHeight w:val="372"/>
        </w:trPr>
        <w:tc>
          <w:tcPr>
            <w:tcW w:w="8384" w:type="dxa"/>
            <w:gridSpan w:val="6"/>
            <w:vMerge/>
            <w:tcBorders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</w:tcPr>
          <w:p w:rsidR="000D52FB" w:rsidRPr="00033523" w:rsidRDefault="000D52FB" w:rsidP="00DD7A53">
            <w:pPr>
              <w:rPr>
                <w:sz w:val="14"/>
                <w:szCs w:val="14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17" w:type="dxa"/>
              <w:right w:w="52" w:type="dxa"/>
            </w:tcMar>
            <w:vAlign w:val="center"/>
          </w:tcPr>
          <w:p w:rsidR="000D52FB" w:rsidRPr="00D84885" w:rsidRDefault="00CF0EC2" w:rsidP="00D84885">
            <w:pPr>
              <w:pStyle w:val="Labels"/>
              <w:framePr w:hSpace="0" w:wrap="auto" w:vAnchor="margin" w:hAnchor="text" w:yAlign="inline"/>
            </w:pPr>
            <w:r>
              <w:t>GST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8" w:type="dxa"/>
              <w:bottom w:w="17" w:type="dxa"/>
              <w:right w:w="216" w:type="dxa"/>
            </w:tcMar>
            <w:vAlign w:val="center"/>
          </w:tcPr>
          <w:p w:rsidR="000D52FB" w:rsidRDefault="000D52FB" w:rsidP="000D52FB">
            <w:pPr>
              <w:pStyle w:val="Amount"/>
            </w:pPr>
          </w:p>
        </w:tc>
      </w:tr>
      <w:tr w:rsidR="000D52FB" w:rsidTr="00D84885">
        <w:trPr>
          <w:trHeight w:val="372"/>
        </w:trPr>
        <w:tc>
          <w:tcPr>
            <w:tcW w:w="8384" w:type="dxa"/>
            <w:gridSpan w:val="6"/>
            <w:vMerge/>
            <w:tcBorders>
              <w:right w:val="single" w:sz="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D52FB" w:rsidRPr="00033523" w:rsidRDefault="000D52FB" w:rsidP="00DD7A53">
            <w:pPr>
              <w:rPr>
                <w:sz w:val="14"/>
                <w:szCs w:val="14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D52FB" w:rsidRPr="00D84885" w:rsidRDefault="000D52FB" w:rsidP="00D84885">
            <w:pPr>
              <w:pStyle w:val="Labels"/>
              <w:framePr w:hSpace="0" w:wrap="auto" w:vAnchor="margin" w:hAnchor="text" w:yAlign="inline"/>
            </w:pPr>
            <w:r w:rsidRPr="00D84885">
              <w:t>Balance Due</w:t>
            </w: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52" w:type="dxa"/>
              <w:left w:w="58" w:type="dxa"/>
              <w:bottom w:w="52" w:type="dxa"/>
              <w:right w:w="216" w:type="dxa"/>
            </w:tcMar>
            <w:vAlign w:val="center"/>
          </w:tcPr>
          <w:p w:rsidR="000D52FB" w:rsidRDefault="000D52FB" w:rsidP="000D52FB">
            <w:pPr>
              <w:pStyle w:val="Amount"/>
            </w:pPr>
          </w:p>
        </w:tc>
      </w:tr>
    </w:tbl>
    <w:p w:rsidR="00FD6ACE" w:rsidRPr="000B071F" w:rsidRDefault="00CF0EC2" w:rsidP="00FD6ACE"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63872" behindDoc="0" locked="0" layoutInCell="1" allowOverlap="1" wp14:anchorId="16342232" wp14:editId="69109DFF">
                <wp:simplePos x="0" y="0"/>
                <wp:positionH relativeFrom="column">
                  <wp:posOffset>1223645</wp:posOffset>
                </wp:positionH>
                <wp:positionV relativeFrom="paragraph">
                  <wp:posOffset>132715</wp:posOffset>
                </wp:positionV>
                <wp:extent cx="2228850" cy="614680"/>
                <wp:effectExtent l="0" t="0" r="0" b="0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12EE3" w:rsidRPr="00CF0EC2" w:rsidRDefault="00F12EE3" w:rsidP="00F12EE3">
                            <w:pPr>
                              <w:pStyle w:val="Heading1"/>
                              <w:rPr>
                                <w:sz w:val="24"/>
                              </w:rPr>
                            </w:pPr>
                            <w:r w:rsidRPr="00CF0EC2">
                              <w:rPr>
                                <w:sz w:val="24"/>
                              </w:rPr>
                              <w:t>Company Name</w:t>
                            </w:r>
                            <w:r w:rsidR="00CF0EC2" w:rsidRPr="00CF0EC2">
                              <w:rPr>
                                <w:sz w:val="24"/>
                              </w:rPr>
                              <w:t>/Company Logo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96.35pt;margin-top:10.45pt;width:175.5pt;height:48.4pt;z-index:251663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" filled="f" stroked="f" strokeweight="0" insetpen="t">
                <v:textbox inset="2.85pt,2.85pt,2.85pt,2.85pt">
                  <w:txbxContent>
                    <w:p w:rsidR="00F12EE3" w:rsidRPr="00CF0EC2" w:rsidRDefault="00F12EE3" w:rsidP="00F12EE3">
                      <w:pPr>
                        <w:pStyle w:val="Heading1"/>
                        <w:rPr>
                          <w:sz w:val="24"/>
                        </w:rPr>
                      </w:pPr>
                      <w:r w:rsidRPr="00CF0EC2">
                        <w:rPr>
                          <w:sz w:val="24"/>
                        </w:rPr>
                        <w:t>Company Name</w:t>
                      </w:r>
                      <w:r w:rsidR="00CF0EC2" w:rsidRPr="00CF0EC2">
                        <w:rPr>
                          <w:sz w:val="24"/>
                        </w:rPr>
                        <w:t>/Company Logo</w:t>
                      </w:r>
                    </w:p>
                  </w:txbxContent>
                </v:textbox>
              </v:shape>
            </w:pict>
          </mc:Fallback>
        </mc:AlternateContent>
      </w:r>
      <w:r w:rsidR="00B014D6"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62848" behindDoc="0" locked="0" layoutInCell="1" allowOverlap="1" wp14:anchorId="479B4807" wp14:editId="2B271A99">
                <wp:simplePos x="0" y="0"/>
                <wp:positionH relativeFrom="column">
                  <wp:posOffset>1090295</wp:posOffset>
                </wp:positionH>
                <wp:positionV relativeFrom="paragraph">
                  <wp:posOffset>75564</wp:posOffset>
                </wp:positionV>
                <wp:extent cx="2476500" cy="771525"/>
                <wp:effectExtent l="0" t="0" r="0" b="9525"/>
                <wp:wrapNone/>
                <wp:docPr id="10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771525"/>
                        </a:xfrm>
                        <a:prstGeom prst="ellipse">
                          <a:avLst/>
                        </a:prstGeom>
                        <a:solidFill>
                          <a:srgbClr val="3399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85.85pt;margin-top:5.95pt;width:195pt;height:60.75pt;z-index:251662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" fillcolor="#39f" stroked="f" strokeweight="0" insetpen="t">
                <v:shadow color="#ccc"/>
                <v:textbox inset="2.85pt,2.85pt,2.85pt,2.85pt"/>
              </v:oval>
            </w:pict>
          </mc:Fallback>
        </mc:AlternateContent>
      </w:r>
    </w:p>
    <w:tbl>
      <w:tblPr>
        <w:tblpPr w:leftFromText="180" w:rightFromText="180" w:vertAnchor="text" w:horzAnchor="margin" w:tblpY="4962"/>
        <w:tblW w:w="108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1350"/>
        <w:gridCol w:w="1350"/>
        <w:gridCol w:w="1350"/>
        <w:gridCol w:w="1350"/>
        <w:gridCol w:w="1350"/>
        <w:gridCol w:w="1350"/>
        <w:gridCol w:w="1350"/>
      </w:tblGrid>
      <w:tr w:rsidR="00FD6ACE">
        <w:trPr>
          <w:trHeight w:val="509"/>
        </w:trPr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Date</w:t>
            </w:r>
          </w:p>
        </w:tc>
        <w:tc>
          <w:tcPr>
            <w:tcW w:w="1350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Your Order #</w:t>
            </w:r>
          </w:p>
        </w:tc>
        <w:tc>
          <w:tcPr>
            <w:tcW w:w="1350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tcMar>
              <w:top w:w="52" w:type="dxa"/>
              <w:left w:w="52" w:type="dxa"/>
              <w:bottom w:w="52" w:type="dxa"/>
              <w:right w:w="52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Our Order #</w:t>
            </w:r>
          </w:p>
        </w:tc>
        <w:tc>
          <w:tcPr>
            <w:tcW w:w="1350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tcMar>
              <w:top w:w="52" w:type="dxa"/>
              <w:left w:w="57" w:type="dxa"/>
              <w:bottom w:w="52" w:type="dxa"/>
              <w:right w:w="57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Sales Rep.</w:t>
            </w:r>
          </w:p>
        </w:tc>
        <w:tc>
          <w:tcPr>
            <w:tcW w:w="1350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FOB</w:t>
            </w:r>
          </w:p>
        </w:tc>
        <w:tc>
          <w:tcPr>
            <w:tcW w:w="1350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Ship Via</w:t>
            </w:r>
          </w:p>
        </w:tc>
        <w:tc>
          <w:tcPr>
            <w:tcW w:w="1350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Terms</w:t>
            </w:r>
          </w:p>
        </w:tc>
        <w:tc>
          <w:tcPr>
            <w:tcW w:w="1350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tcMar>
              <w:top w:w="52" w:type="dxa"/>
              <w:left w:w="57" w:type="dxa"/>
              <w:bottom w:w="52" w:type="dxa"/>
              <w:right w:w="52" w:type="dxa"/>
            </w:tcMar>
            <w:vAlign w:val="bottom"/>
          </w:tcPr>
          <w:p w:rsidR="00FD6ACE" w:rsidRPr="00033523" w:rsidRDefault="00FD6ACE" w:rsidP="00FB5057">
            <w:pPr>
              <w:pStyle w:val="ColumnHeading"/>
            </w:pPr>
            <w:r w:rsidRPr="00033523">
              <w:t>Tax ID</w:t>
            </w:r>
          </w:p>
        </w:tc>
      </w:tr>
      <w:tr w:rsidR="00FD6ACE" w:rsidRPr="00DD7A53" w:rsidTr="000D52FB">
        <w:trPr>
          <w:trHeight w:val="303"/>
        </w:trPr>
        <w:tc>
          <w:tcPr>
            <w:tcW w:w="135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52" w:type="dxa"/>
              <w:right w:w="52" w:type="dxa"/>
            </w:tcMar>
            <w:vAlign w:val="center"/>
          </w:tcPr>
          <w:p w:rsidR="00FD6ACE" w:rsidRPr="00DD7A53" w:rsidRDefault="00FD6ACE" w:rsidP="000D52FB"/>
        </w:tc>
        <w:tc>
          <w:tcPr>
            <w:tcW w:w="135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52" w:type="dxa"/>
              <w:right w:w="52" w:type="dxa"/>
            </w:tcMar>
            <w:vAlign w:val="center"/>
          </w:tcPr>
          <w:p w:rsidR="00FD6ACE" w:rsidRPr="00DD7A53" w:rsidRDefault="00FD6ACE" w:rsidP="000D52FB"/>
        </w:tc>
        <w:tc>
          <w:tcPr>
            <w:tcW w:w="135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52" w:type="dxa"/>
              <w:right w:w="52" w:type="dxa"/>
            </w:tcMar>
            <w:vAlign w:val="center"/>
          </w:tcPr>
          <w:p w:rsidR="00FD6ACE" w:rsidRPr="00DD7A53" w:rsidRDefault="00FD6ACE" w:rsidP="000D52FB"/>
        </w:tc>
        <w:tc>
          <w:tcPr>
            <w:tcW w:w="135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52" w:type="dxa"/>
              <w:right w:w="52" w:type="dxa"/>
            </w:tcMar>
            <w:vAlign w:val="center"/>
          </w:tcPr>
          <w:p w:rsidR="00FD6ACE" w:rsidRPr="00DD7A53" w:rsidRDefault="00FD6ACE" w:rsidP="000D52FB"/>
        </w:tc>
        <w:tc>
          <w:tcPr>
            <w:tcW w:w="135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52" w:type="dxa"/>
              <w:right w:w="52" w:type="dxa"/>
            </w:tcMar>
            <w:vAlign w:val="center"/>
          </w:tcPr>
          <w:p w:rsidR="00FD6ACE" w:rsidRPr="00DD7A53" w:rsidRDefault="00FD6ACE" w:rsidP="000D52FB"/>
        </w:tc>
        <w:tc>
          <w:tcPr>
            <w:tcW w:w="135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52" w:type="dxa"/>
              <w:right w:w="52" w:type="dxa"/>
            </w:tcMar>
            <w:vAlign w:val="center"/>
          </w:tcPr>
          <w:p w:rsidR="00FD6ACE" w:rsidRPr="00DD7A53" w:rsidRDefault="00FD6ACE" w:rsidP="000D52FB"/>
        </w:tc>
        <w:tc>
          <w:tcPr>
            <w:tcW w:w="135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52" w:type="dxa"/>
              <w:right w:w="52" w:type="dxa"/>
            </w:tcMar>
            <w:vAlign w:val="center"/>
          </w:tcPr>
          <w:p w:rsidR="00FD6ACE" w:rsidRPr="00DD7A53" w:rsidRDefault="00FD6ACE" w:rsidP="000D52FB"/>
        </w:tc>
        <w:tc>
          <w:tcPr>
            <w:tcW w:w="135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7" w:type="dxa"/>
              <w:left w:w="52" w:type="dxa"/>
              <w:bottom w:w="52" w:type="dxa"/>
              <w:right w:w="52" w:type="dxa"/>
            </w:tcMar>
            <w:vAlign w:val="center"/>
          </w:tcPr>
          <w:p w:rsidR="00FD6ACE" w:rsidRPr="00DD7A53" w:rsidRDefault="00FD6ACE" w:rsidP="000D52FB"/>
        </w:tc>
      </w:tr>
    </w:tbl>
    <w:p w:rsidR="003E6F76" w:rsidRPr="000B071F" w:rsidRDefault="00B014D6" w:rsidP="00FD6ACE">
      <w:bookmarkStart w:id="0" w:name="_GoBack"/>
      <w:bookmarkEnd w:id="0"/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1803400</wp:posOffset>
                </wp:positionV>
                <wp:extent cx="2447925" cy="260350"/>
                <wp:effectExtent l="1905" t="3175" r="0" b="3175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4792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6ACE" w:rsidRPr="00D84885" w:rsidRDefault="00FD6ACE" w:rsidP="00D84885">
                            <w:pPr>
                              <w:pStyle w:val="Heading3"/>
                            </w:pPr>
                            <w:r w:rsidRPr="00D84885">
                              <w:t>Bill To: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3.9pt;margin-top:142pt;width:192.75pt;height:20.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" filled="f" stroked="f" strokeweight="0" insetpen="t">
                <o:lock v:ext="edit" shapetype="t"/>
                <v:textbox inset="2.85pt,2.85pt,2.85pt,2.85pt">
                  <w:txbxContent>
                    <w:p w:rsidR="00FD6ACE" w:rsidRPr="00D84885" w:rsidRDefault="00FD6ACE" w:rsidP="00D84885">
                      <w:pPr>
                        <w:pStyle w:val="Heading3"/>
                      </w:pPr>
                      <w:r w:rsidRPr="00D84885">
                        <w:t>Bill To: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1803400</wp:posOffset>
                </wp:positionV>
                <wp:extent cx="3492500" cy="260350"/>
                <wp:effectExtent l="3810" t="3175" r="0" b="3175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49250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6ACE" w:rsidRDefault="00FD6ACE" w:rsidP="00D84885">
                            <w:pPr>
                              <w:pStyle w:val="Heading3"/>
                            </w:pPr>
                            <w:r>
                              <w:t>Ship To: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241.8pt;margin-top:142pt;width:275pt;height:20.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" filled="f" stroked="f" strokeweight="0" insetpen="t">
                <o:lock v:ext="edit" shapetype="t"/>
                <v:textbox inset="2.85pt,2.85pt,2.85pt,2.85pt">
                  <w:txbxContent>
                    <w:p w:rsidR="00FD6ACE" w:rsidRDefault="00FD6ACE" w:rsidP="00D84885">
                      <w:pPr>
                        <w:pStyle w:val="Heading3"/>
                      </w:pPr>
                      <w:r>
                        <w:t>Ship To: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>
                <wp:simplePos x="0" y="0"/>
                <wp:positionH relativeFrom="page">
                  <wp:posOffset>3801745</wp:posOffset>
                </wp:positionH>
                <wp:positionV relativeFrom="page">
                  <wp:posOffset>1965960</wp:posOffset>
                </wp:positionV>
                <wp:extent cx="3321050" cy="591185"/>
                <wp:effectExtent l="1270" t="3810" r="1905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21050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6ACE" w:rsidRPr="00033523" w:rsidRDefault="00FD6ACE" w:rsidP="00DD7A53">
                            <w:pPr>
                              <w:pStyle w:val="BodyText"/>
                            </w:pPr>
                            <w:r w:rsidRPr="00033523">
                              <w:t>Invoice #:</w:t>
                            </w:r>
                          </w:p>
                          <w:p w:rsidR="00FD6ACE" w:rsidRPr="00033523" w:rsidRDefault="00FD6ACE" w:rsidP="00DD7A53">
                            <w:pPr>
                              <w:pStyle w:val="BodyText"/>
                            </w:pPr>
                            <w:r w:rsidRPr="00033523">
                              <w:t>Invoice Date:</w:t>
                            </w:r>
                          </w:p>
                          <w:p w:rsidR="00FD6ACE" w:rsidRPr="00033523" w:rsidRDefault="00FD6ACE" w:rsidP="00DD7A53">
                            <w:pPr>
                              <w:pStyle w:val="BodyText"/>
                            </w:pPr>
                            <w:r w:rsidRPr="00033523">
                              <w:t>Customer ID: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299.35pt;margin-top:154.8pt;width:261.5pt;height:46.55pt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:rsidR="00FD6ACE" w:rsidRPr="00033523" w:rsidRDefault="00FD6ACE" w:rsidP="00DD7A53">
                      <w:pPr>
                        <w:pStyle w:val="BodyText"/>
                      </w:pPr>
                      <w:r w:rsidRPr="00033523">
                        <w:t>Invoice #:</w:t>
                      </w:r>
                    </w:p>
                    <w:p w:rsidR="00FD6ACE" w:rsidRPr="00033523" w:rsidRDefault="00FD6ACE" w:rsidP="00DD7A53">
                      <w:pPr>
                        <w:pStyle w:val="BodyText"/>
                      </w:pPr>
                      <w:r w:rsidRPr="00033523">
                        <w:t>Invoice Date:</w:t>
                      </w:r>
                    </w:p>
                    <w:p w:rsidR="00FD6ACE" w:rsidRPr="00033523" w:rsidRDefault="00FD6ACE" w:rsidP="00DD7A53">
                      <w:pPr>
                        <w:pStyle w:val="BodyText"/>
                      </w:pPr>
                      <w:r w:rsidRPr="00033523">
                        <w:t>Customer ID: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1536065</wp:posOffset>
                </wp:positionV>
                <wp:extent cx="6858000" cy="391795"/>
                <wp:effectExtent l="9525" t="12065" r="9525" b="76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58000" cy="39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6ACE" w:rsidRDefault="00FD6ACE" w:rsidP="00DD7A53">
                            <w:pPr>
                              <w:pStyle w:val="Heading2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>Invoice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36pt;margin-top:120.95pt;width:540pt;height:30.85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FD6ACE" w:rsidRDefault="00FD6ACE" w:rsidP="00DD7A53">
                      <w:pPr>
                        <w:pStyle w:val="Heading2"/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Invoice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59776" behindDoc="0" locked="0" layoutInCell="1" allowOverlap="1">
                <wp:simplePos x="0" y="0"/>
                <wp:positionH relativeFrom="page">
                  <wp:posOffset>658495</wp:posOffset>
                </wp:positionH>
                <wp:positionV relativeFrom="page">
                  <wp:posOffset>2971800</wp:posOffset>
                </wp:positionV>
                <wp:extent cx="2724150" cy="753745"/>
                <wp:effectExtent l="1270" t="0" r="0" b="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24150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6ACE" w:rsidRPr="00033523" w:rsidRDefault="00F85638" w:rsidP="000B071F">
                            <w:pPr>
                              <w:pStyle w:val="Address2"/>
                            </w:pPr>
                            <w:r>
                              <w:t>Mailing Address</w:t>
                            </w:r>
                          </w:p>
                          <w:p w:rsidR="00FD6ACE" w:rsidRPr="00033523" w:rsidRDefault="00F85638" w:rsidP="000B071F">
                            <w:pPr>
                              <w:pStyle w:val="Address2"/>
                            </w:pPr>
                            <w:r>
                              <w:t>Address 2</w:t>
                            </w:r>
                          </w:p>
                          <w:p w:rsidR="00FD6ACE" w:rsidRPr="00033523" w:rsidRDefault="00F85638" w:rsidP="000B071F">
                            <w:pPr>
                              <w:pStyle w:val="Address2"/>
                            </w:pPr>
                            <w:r>
                              <w:t xml:space="preserve">City, </w:t>
                            </w:r>
                            <w:r w:rsidR="00CF0EC2">
                              <w:t>State, Post code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51.85pt;margin-top:234pt;width:214.5pt;height:59.35pt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" filled="f" stroked="f" strokeweight="0" insetpen="t">
                <o:lock v:ext="edit" shapetype="t"/>
                <v:textbox inset="2.85pt,2.85pt,2.85pt,2.85pt">
                  <w:txbxContent>
                    <w:p w:rsidR="00FD6ACE" w:rsidRPr="00033523" w:rsidRDefault="00F85638" w:rsidP="000B071F">
                      <w:pPr>
                        <w:pStyle w:val="Address2"/>
                      </w:pPr>
                      <w:r>
                        <w:t>Mailing Address</w:t>
                      </w:r>
                    </w:p>
                    <w:p w:rsidR="00FD6ACE" w:rsidRPr="00033523" w:rsidRDefault="00F85638" w:rsidP="000B071F">
                      <w:pPr>
                        <w:pStyle w:val="Address2"/>
                      </w:pPr>
                      <w:r>
                        <w:t>Address 2</w:t>
                      </w:r>
                    </w:p>
                    <w:p w:rsidR="00FD6ACE" w:rsidRPr="00033523" w:rsidRDefault="00F85638" w:rsidP="000B071F">
                      <w:pPr>
                        <w:pStyle w:val="Address2"/>
                      </w:pPr>
                      <w:r>
                        <w:t xml:space="preserve">City, </w:t>
                      </w:r>
                      <w:r w:rsidR="00CF0EC2">
                        <w:t>State, Post code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60800" behindDoc="0" locked="0" layoutInCell="1" allowOverlap="1">
                <wp:simplePos x="0" y="0"/>
                <wp:positionH relativeFrom="page">
                  <wp:posOffset>3749040</wp:posOffset>
                </wp:positionH>
                <wp:positionV relativeFrom="page">
                  <wp:posOffset>2971800</wp:posOffset>
                </wp:positionV>
                <wp:extent cx="3492500" cy="753745"/>
                <wp:effectExtent l="0" t="0" r="0" b="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492500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6ACE" w:rsidRPr="00033523" w:rsidRDefault="00F85638" w:rsidP="000B071F">
                            <w:pPr>
                              <w:pStyle w:val="Address2"/>
                            </w:pPr>
                            <w:r>
                              <w:t>Shipping Address</w:t>
                            </w:r>
                          </w:p>
                          <w:p w:rsidR="00FD6ACE" w:rsidRPr="00033523" w:rsidRDefault="00F85638" w:rsidP="000B071F">
                            <w:pPr>
                              <w:pStyle w:val="Address2"/>
                            </w:pPr>
                            <w:r>
                              <w:t>Address 2</w:t>
                            </w:r>
                          </w:p>
                          <w:p w:rsidR="00CF0EC2" w:rsidRPr="00033523" w:rsidRDefault="00CF0EC2" w:rsidP="00CF0EC2">
                            <w:pPr>
                              <w:pStyle w:val="Address2"/>
                            </w:pPr>
                            <w:r>
                              <w:t>City, State, Post code</w:t>
                            </w:r>
                          </w:p>
                          <w:p w:rsidR="00FD6ACE" w:rsidRPr="00033523" w:rsidRDefault="00FD6ACE" w:rsidP="00CF0EC2">
                            <w:pPr>
                              <w:pStyle w:val="Address2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95.2pt;margin-top:234pt;width:275pt;height:59.35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" filled="f" stroked="f" strokeweight="0" insetpen="t">
                <o:lock v:ext="edit" shapetype="t"/>
                <v:textbox inset="2.85pt,2.85pt,2.85pt,2.85pt">
                  <w:txbxContent>
                    <w:p w:rsidR="00FD6ACE" w:rsidRPr="00033523" w:rsidRDefault="00F85638" w:rsidP="000B071F">
                      <w:pPr>
                        <w:pStyle w:val="Address2"/>
                      </w:pPr>
                      <w:r>
                        <w:t>Shipping Address</w:t>
                      </w:r>
                    </w:p>
                    <w:p w:rsidR="00FD6ACE" w:rsidRPr="00033523" w:rsidRDefault="00F85638" w:rsidP="000B071F">
                      <w:pPr>
                        <w:pStyle w:val="Address2"/>
                      </w:pPr>
                      <w:r>
                        <w:t>Address 2</w:t>
                      </w:r>
                    </w:p>
                    <w:p w:rsidR="00CF0EC2" w:rsidRPr="00033523" w:rsidRDefault="00CF0EC2" w:rsidP="00CF0EC2">
                      <w:pPr>
                        <w:pStyle w:val="Address2"/>
                      </w:pPr>
                      <w:r>
                        <w:t>City, State, Post code</w:t>
                      </w:r>
                    </w:p>
                    <w:p w:rsidR="00FD6ACE" w:rsidRPr="00033523" w:rsidRDefault="00FD6ACE" w:rsidP="00CF0EC2">
                      <w:pPr>
                        <w:pStyle w:val="Address2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53632" behindDoc="0" locked="0" layoutInCell="1" allowOverlap="1">
                <wp:simplePos x="0" y="0"/>
                <wp:positionH relativeFrom="column">
                  <wp:posOffset>503870280</wp:posOffset>
                </wp:positionH>
                <wp:positionV relativeFrom="paragraph">
                  <wp:posOffset>2804795</wp:posOffset>
                </wp:positionV>
                <wp:extent cx="3492500" cy="753745"/>
                <wp:effectExtent l="0" t="4445" r="0" b="381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492500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6ACE" w:rsidRDefault="00FD6ACE" w:rsidP="00FD6ACE">
                            <w:pPr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>Shipping Address Line 1</w:t>
                            </w:r>
                          </w:p>
                          <w:p w:rsidR="00FD6ACE" w:rsidRDefault="00FD6ACE" w:rsidP="00FD6ACE">
                            <w:pPr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>Shipping Address Line 2</w:t>
                            </w:r>
                          </w:p>
                          <w:p w:rsidR="00FD6ACE" w:rsidRDefault="00FD6ACE" w:rsidP="00FD6ACE">
                            <w:pPr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>Shipping Address Line 3</w:t>
                            </w:r>
                          </w:p>
                          <w:p w:rsidR="00FD6ACE" w:rsidRDefault="00FD6ACE" w:rsidP="00FD6ACE">
                            <w:pPr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>Shipping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39674.85pt;margin-top:220.85pt;width:275pt;height:59.35pt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" filled="f" stroked="f" strokeweight="0" insetpen="t">
                <o:lock v:ext="edit" shapetype="t"/>
                <v:textbox inset="2.85pt,2.85pt,2.85pt,2.85pt">
                  <w:txbxContent>
                    <w:p w:rsidR="00FD6ACE" w:rsidRDefault="00FD6ACE" w:rsidP="00FD6ACE">
                      <w:pPr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Shipping Address Line 1</w:t>
                      </w:r>
                    </w:p>
                    <w:p w:rsidR="00FD6ACE" w:rsidRDefault="00FD6ACE" w:rsidP="00FD6ACE">
                      <w:pPr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Shipping Address Line 2</w:t>
                      </w:r>
                    </w:p>
                    <w:p w:rsidR="00FD6ACE" w:rsidRDefault="00FD6ACE" w:rsidP="00FD6ACE">
                      <w:pPr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Shipping Address Line 3</w:t>
                      </w:r>
                    </w:p>
                    <w:p w:rsidR="00FD6ACE" w:rsidRDefault="00FD6ACE" w:rsidP="00FD6ACE">
                      <w:pPr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Shipping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>
                <wp:simplePos x="0" y="0"/>
                <wp:positionH relativeFrom="column">
                  <wp:posOffset>501257890</wp:posOffset>
                </wp:positionH>
                <wp:positionV relativeFrom="paragraph">
                  <wp:posOffset>2804795</wp:posOffset>
                </wp:positionV>
                <wp:extent cx="2447925" cy="753745"/>
                <wp:effectExtent l="4445" t="4445" r="0" b="381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47925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6ACE" w:rsidRDefault="00FD6ACE" w:rsidP="00FD6ACE">
                            <w:pPr>
                              <w:rPr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szCs w:val="18"/>
                                <w:lang w:val="en"/>
                              </w:rPr>
                              <w:t>Mailing Address Line 1</w:t>
                            </w:r>
                          </w:p>
                          <w:p w:rsidR="00FD6ACE" w:rsidRDefault="00FD6ACE" w:rsidP="00FD6ACE">
                            <w:pPr>
                              <w:rPr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szCs w:val="18"/>
                                <w:lang w:val="en"/>
                              </w:rPr>
                              <w:t>Mailing Address Line 2</w:t>
                            </w:r>
                          </w:p>
                          <w:p w:rsidR="00FD6ACE" w:rsidRDefault="00FD6ACE" w:rsidP="00FD6ACE">
                            <w:pPr>
                              <w:rPr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szCs w:val="18"/>
                                <w:lang w:val="en"/>
                              </w:rPr>
                              <w:t>Mailing Address Line 3</w:t>
                            </w:r>
                          </w:p>
                          <w:p w:rsidR="00FD6ACE" w:rsidRDefault="00FD6ACE" w:rsidP="00FD6ACE">
                            <w:pPr>
                              <w:rPr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szCs w:val="18"/>
                                <w:lang w:val="en"/>
                              </w:rPr>
                              <w:t>Mailing Address Line 4</w:t>
                            </w:r>
                          </w:p>
                          <w:p w:rsidR="00FD6ACE" w:rsidRDefault="00FD6ACE" w:rsidP="00FD6ACE">
                            <w:pPr>
                              <w:rPr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szCs w:val="18"/>
                                <w:lang w:val="en"/>
                              </w:rPr>
                              <w:t>Mailing Address Line 5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39469.15pt;margin-top:220.85pt;width:192.75pt;height:59.3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" filled="f" stroked="f" strokeweight="0" insetpen="t">
                <o:lock v:ext="edit" shapetype="t"/>
                <v:textbox inset="2.85pt,2.85pt,2.85pt,2.85pt">
                  <w:txbxContent>
                    <w:p w:rsidR="00FD6ACE" w:rsidRDefault="00FD6ACE" w:rsidP="00FD6ACE">
                      <w:pPr>
                        <w:rPr>
                          <w:szCs w:val="18"/>
                          <w:lang w:val="en"/>
                        </w:rPr>
                      </w:pPr>
                      <w:r>
                        <w:rPr>
                          <w:szCs w:val="18"/>
                          <w:lang w:val="en"/>
                        </w:rPr>
                        <w:t>Mailing Address Line 1</w:t>
                      </w:r>
                    </w:p>
                    <w:p w:rsidR="00FD6ACE" w:rsidRDefault="00FD6ACE" w:rsidP="00FD6ACE">
                      <w:pPr>
                        <w:rPr>
                          <w:szCs w:val="18"/>
                          <w:lang w:val="en"/>
                        </w:rPr>
                      </w:pPr>
                      <w:r>
                        <w:rPr>
                          <w:szCs w:val="18"/>
                          <w:lang w:val="en"/>
                        </w:rPr>
                        <w:t>Mailing Address Line 2</w:t>
                      </w:r>
                    </w:p>
                    <w:p w:rsidR="00FD6ACE" w:rsidRDefault="00FD6ACE" w:rsidP="00FD6ACE">
                      <w:pPr>
                        <w:rPr>
                          <w:szCs w:val="18"/>
                          <w:lang w:val="en"/>
                        </w:rPr>
                      </w:pPr>
                      <w:r>
                        <w:rPr>
                          <w:szCs w:val="18"/>
                          <w:lang w:val="en"/>
                        </w:rPr>
                        <w:t>Mailing Address Line 3</w:t>
                      </w:r>
                    </w:p>
                    <w:p w:rsidR="00FD6ACE" w:rsidRDefault="00FD6ACE" w:rsidP="00FD6ACE">
                      <w:pPr>
                        <w:rPr>
                          <w:szCs w:val="18"/>
                          <w:lang w:val="en"/>
                        </w:rPr>
                      </w:pPr>
                      <w:r>
                        <w:rPr>
                          <w:szCs w:val="18"/>
                          <w:lang w:val="en"/>
                        </w:rPr>
                        <w:t>Mailing Address Line 4</w:t>
                      </w:r>
                    </w:p>
                    <w:p w:rsidR="00FD6ACE" w:rsidRDefault="00FD6ACE" w:rsidP="00FD6ACE">
                      <w:pPr>
                        <w:rPr>
                          <w:szCs w:val="18"/>
                          <w:lang w:val="en"/>
                        </w:rPr>
                      </w:pPr>
                      <w:r>
                        <w:rPr>
                          <w:szCs w:val="18"/>
                          <w:lang w:val="en"/>
                        </w:rPr>
                        <w:t>Mailing Address Line 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E6F76" w:rsidRPr="000B071F" w:rsidSect="005063B3">
      <w:type w:val="nextColumn"/>
      <w:pgSz w:w="12240" w:h="15840" w:code="1"/>
      <w:pgMar w:top="864" w:right="878" w:bottom="864" w:left="878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D6"/>
    <w:rsid w:val="00033523"/>
    <w:rsid w:val="000B071F"/>
    <w:rsid w:val="000D52FB"/>
    <w:rsid w:val="003E6F76"/>
    <w:rsid w:val="00424594"/>
    <w:rsid w:val="00442860"/>
    <w:rsid w:val="00506068"/>
    <w:rsid w:val="005063B3"/>
    <w:rsid w:val="005143CC"/>
    <w:rsid w:val="00552E65"/>
    <w:rsid w:val="0062177F"/>
    <w:rsid w:val="007B647D"/>
    <w:rsid w:val="007E31BA"/>
    <w:rsid w:val="00841D38"/>
    <w:rsid w:val="00966FD4"/>
    <w:rsid w:val="009E3108"/>
    <w:rsid w:val="00B014D6"/>
    <w:rsid w:val="00CF0EC2"/>
    <w:rsid w:val="00D55981"/>
    <w:rsid w:val="00D628DF"/>
    <w:rsid w:val="00D84885"/>
    <w:rsid w:val="00DD7A53"/>
    <w:rsid w:val="00E47802"/>
    <w:rsid w:val="00EB3968"/>
    <w:rsid w:val="00F12EE3"/>
    <w:rsid w:val="00F85638"/>
    <w:rsid w:val="00FB5057"/>
    <w:rsid w:val="00FC1029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weight="0" insetpen="t" on="f"/>
      <v:shadow color="#ccc"/>
      <v:textbox style="mso-column-margin:5.7pt" inset="2.85pt,2.85pt,2.85pt,2.85pt"/>
      <o:colormru v:ext="edit" colors="#39f,#fc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4885"/>
    <w:rPr>
      <w:rFonts w:ascii="Tahoma" w:hAnsi="Tahoma"/>
      <w:color w:val="000000"/>
      <w:kern w:val="28"/>
      <w:sz w:val="18"/>
      <w:lang w:val="en-US" w:eastAsia="en-US"/>
    </w:rPr>
  </w:style>
  <w:style w:type="paragraph" w:styleId="Heading1">
    <w:name w:val="heading 1"/>
    <w:next w:val="Normal"/>
    <w:qFormat/>
    <w:rsid w:val="000B071F"/>
    <w:pPr>
      <w:keepNext/>
      <w:jc w:val="center"/>
      <w:outlineLvl w:val="0"/>
    </w:pPr>
    <w:rPr>
      <w:rFonts w:ascii="Tahoma" w:hAnsi="Tahoma" w:cs="Arial"/>
      <w:b/>
      <w:bCs/>
      <w:color w:val="FFFFFF"/>
      <w:spacing w:val="30"/>
      <w:kern w:val="32"/>
      <w:sz w:val="28"/>
      <w:szCs w:val="32"/>
      <w:lang w:val="en-US" w:eastAsia="en-US"/>
    </w:rPr>
  </w:style>
  <w:style w:type="paragraph" w:styleId="Heading2">
    <w:name w:val="heading 2"/>
    <w:next w:val="Normal"/>
    <w:qFormat/>
    <w:rsid w:val="000B071F"/>
    <w:pPr>
      <w:keepNext/>
      <w:spacing w:before="120"/>
      <w:outlineLvl w:val="1"/>
    </w:pPr>
    <w:rPr>
      <w:rFonts w:ascii="Palatino Linotype" w:hAnsi="Palatino Linotype" w:cs="Arial"/>
      <w:b/>
      <w:bCs/>
      <w:i/>
      <w:iCs/>
      <w:kern w:val="28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qFormat/>
    <w:rsid w:val="00D84885"/>
    <w:pPr>
      <w:outlineLvl w:val="2"/>
    </w:pPr>
    <w:rPr>
      <w:rFonts w:ascii="Palatino Linotype" w:hAnsi="Palatino Linotyp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els">
    <w:name w:val="Labels"/>
    <w:basedOn w:val="Normal"/>
    <w:rsid w:val="00D84885"/>
    <w:pPr>
      <w:framePr w:hSpace="180" w:wrap="around" w:vAnchor="text" w:hAnchor="margin" w:y="6667"/>
      <w:jc w:val="right"/>
    </w:pPr>
    <w:rPr>
      <w:rFonts w:ascii="Palatino Linotype" w:hAnsi="Palatino Linotype"/>
    </w:rPr>
  </w:style>
  <w:style w:type="paragraph" w:customStyle="1" w:styleId="Address1">
    <w:name w:val="Address 1"/>
    <w:next w:val="Normal"/>
    <w:rsid w:val="000B071F"/>
    <w:rPr>
      <w:rFonts w:ascii="Palatino Linotype" w:hAnsi="Palatino Linotype"/>
      <w:kern w:val="28"/>
      <w:lang w:val="en-US" w:eastAsia="en-US"/>
    </w:rPr>
  </w:style>
  <w:style w:type="paragraph" w:styleId="BodyText">
    <w:name w:val="Body Text"/>
    <w:next w:val="Normal"/>
    <w:rsid w:val="00D84885"/>
    <w:rPr>
      <w:rFonts w:ascii="Palatino Linotype" w:hAnsi="Palatino Linotype"/>
      <w:kern w:val="28"/>
      <w:lang w:val="en-US" w:eastAsia="en-US"/>
    </w:rPr>
  </w:style>
  <w:style w:type="paragraph" w:customStyle="1" w:styleId="Address2">
    <w:name w:val="Address 2"/>
    <w:next w:val="Normal"/>
    <w:rsid w:val="000B071F"/>
    <w:rPr>
      <w:rFonts w:ascii="Tahoma" w:hAnsi="Tahoma"/>
      <w:kern w:val="28"/>
      <w:sz w:val="18"/>
      <w:lang w:val="en" w:eastAsia="en-US"/>
    </w:rPr>
  </w:style>
  <w:style w:type="paragraph" w:customStyle="1" w:styleId="ColumnHeading">
    <w:name w:val="Column Heading"/>
    <w:rsid w:val="00D84885"/>
    <w:pPr>
      <w:jc w:val="center"/>
    </w:pPr>
    <w:rPr>
      <w:rFonts w:ascii="Palatino Linotype" w:hAnsi="Palatino Linotype"/>
      <w:kern w:val="28"/>
      <w:sz w:val="18"/>
      <w:lang w:val="en-US" w:eastAsia="en-US"/>
    </w:rPr>
  </w:style>
  <w:style w:type="paragraph" w:customStyle="1" w:styleId="Amount">
    <w:name w:val="Amount"/>
    <w:basedOn w:val="Normal"/>
    <w:rsid w:val="00D84885"/>
    <w:pPr>
      <w:jc w:val="right"/>
    </w:pPr>
    <w:rPr>
      <w:color w:val="auto"/>
    </w:rPr>
  </w:style>
  <w:style w:type="table" w:styleId="TableGrid">
    <w:name w:val="Table Grid"/>
    <w:basedOn w:val="TableNormal"/>
    <w:uiPriority w:val="59"/>
    <w:rsid w:val="00EB3968"/>
    <w:rPr>
      <w:rFonts w:asciiTheme="minorHAnsi" w:eastAsiaTheme="minorEastAsia" w:hAnsiTheme="minorHAnsi" w:cstheme="minorBidi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3968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3968"/>
    <w:rPr>
      <w:rFonts w:ascii="Tahoma" w:hAnsi="Tahoma" w:cs="Tahoma"/>
      <w:color w:val="000000"/>
      <w:kern w:val="28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4885"/>
    <w:rPr>
      <w:rFonts w:ascii="Tahoma" w:hAnsi="Tahoma"/>
      <w:color w:val="000000"/>
      <w:kern w:val="28"/>
      <w:sz w:val="18"/>
      <w:lang w:val="en-US" w:eastAsia="en-US"/>
    </w:rPr>
  </w:style>
  <w:style w:type="paragraph" w:styleId="Heading1">
    <w:name w:val="heading 1"/>
    <w:next w:val="Normal"/>
    <w:qFormat/>
    <w:rsid w:val="000B071F"/>
    <w:pPr>
      <w:keepNext/>
      <w:jc w:val="center"/>
      <w:outlineLvl w:val="0"/>
    </w:pPr>
    <w:rPr>
      <w:rFonts w:ascii="Tahoma" w:hAnsi="Tahoma" w:cs="Arial"/>
      <w:b/>
      <w:bCs/>
      <w:color w:val="FFFFFF"/>
      <w:spacing w:val="30"/>
      <w:kern w:val="32"/>
      <w:sz w:val="28"/>
      <w:szCs w:val="32"/>
      <w:lang w:val="en-US" w:eastAsia="en-US"/>
    </w:rPr>
  </w:style>
  <w:style w:type="paragraph" w:styleId="Heading2">
    <w:name w:val="heading 2"/>
    <w:next w:val="Normal"/>
    <w:qFormat/>
    <w:rsid w:val="000B071F"/>
    <w:pPr>
      <w:keepNext/>
      <w:spacing w:before="120"/>
      <w:outlineLvl w:val="1"/>
    </w:pPr>
    <w:rPr>
      <w:rFonts w:ascii="Palatino Linotype" w:hAnsi="Palatino Linotype" w:cs="Arial"/>
      <w:b/>
      <w:bCs/>
      <w:i/>
      <w:iCs/>
      <w:kern w:val="28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qFormat/>
    <w:rsid w:val="00D84885"/>
    <w:pPr>
      <w:outlineLvl w:val="2"/>
    </w:pPr>
    <w:rPr>
      <w:rFonts w:ascii="Palatino Linotype" w:hAnsi="Palatino Linotyp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els">
    <w:name w:val="Labels"/>
    <w:basedOn w:val="Normal"/>
    <w:rsid w:val="00D84885"/>
    <w:pPr>
      <w:framePr w:hSpace="180" w:wrap="around" w:vAnchor="text" w:hAnchor="margin" w:y="6667"/>
      <w:jc w:val="right"/>
    </w:pPr>
    <w:rPr>
      <w:rFonts w:ascii="Palatino Linotype" w:hAnsi="Palatino Linotype"/>
    </w:rPr>
  </w:style>
  <w:style w:type="paragraph" w:customStyle="1" w:styleId="Address1">
    <w:name w:val="Address 1"/>
    <w:next w:val="Normal"/>
    <w:rsid w:val="000B071F"/>
    <w:rPr>
      <w:rFonts w:ascii="Palatino Linotype" w:hAnsi="Palatino Linotype"/>
      <w:kern w:val="28"/>
      <w:lang w:val="en-US" w:eastAsia="en-US"/>
    </w:rPr>
  </w:style>
  <w:style w:type="paragraph" w:styleId="BodyText">
    <w:name w:val="Body Text"/>
    <w:next w:val="Normal"/>
    <w:rsid w:val="00D84885"/>
    <w:rPr>
      <w:rFonts w:ascii="Palatino Linotype" w:hAnsi="Palatino Linotype"/>
      <w:kern w:val="28"/>
      <w:lang w:val="en-US" w:eastAsia="en-US"/>
    </w:rPr>
  </w:style>
  <w:style w:type="paragraph" w:customStyle="1" w:styleId="Address2">
    <w:name w:val="Address 2"/>
    <w:next w:val="Normal"/>
    <w:rsid w:val="000B071F"/>
    <w:rPr>
      <w:rFonts w:ascii="Tahoma" w:hAnsi="Tahoma"/>
      <w:kern w:val="28"/>
      <w:sz w:val="18"/>
      <w:lang w:val="en" w:eastAsia="en-US"/>
    </w:rPr>
  </w:style>
  <w:style w:type="paragraph" w:customStyle="1" w:styleId="ColumnHeading">
    <w:name w:val="Column Heading"/>
    <w:rsid w:val="00D84885"/>
    <w:pPr>
      <w:jc w:val="center"/>
    </w:pPr>
    <w:rPr>
      <w:rFonts w:ascii="Palatino Linotype" w:hAnsi="Palatino Linotype"/>
      <w:kern w:val="28"/>
      <w:sz w:val="18"/>
      <w:lang w:val="en-US" w:eastAsia="en-US"/>
    </w:rPr>
  </w:style>
  <w:style w:type="paragraph" w:customStyle="1" w:styleId="Amount">
    <w:name w:val="Amount"/>
    <w:basedOn w:val="Normal"/>
    <w:rsid w:val="00D84885"/>
    <w:pPr>
      <w:jc w:val="right"/>
    </w:pPr>
    <w:rPr>
      <w:color w:val="auto"/>
    </w:rPr>
  </w:style>
  <w:style w:type="table" w:styleId="TableGrid">
    <w:name w:val="Table Grid"/>
    <w:basedOn w:val="TableNormal"/>
    <w:uiPriority w:val="59"/>
    <w:rsid w:val="00EB3968"/>
    <w:rPr>
      <w:rFonts w:asciiTheme="minorHAnsi" w:eastAsiaTheme="minorEastAsia" w:hAnsiTheme="minorHAnsi" w:cstheme="minorBidi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3968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3968"/>
    <w:rPr>
      <w:rFonts w:ascii="Tahoma" w:hAnsi="Tahoma" w:cs="Tahoma"/>
      <w:color w:val="000000"/>
      <w:kern w:val="28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3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141103\AppData\Roaming\Microsoft\Templates\Invo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Invoice.dot</Template>
  <TotalTime>1</TotalTime>
  <Pages>1</Pages>
  <Words>66</Words>
  <Characters>378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Australia Bank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Shirlyn S Kumar</dc:creator>
  <cp:lastModifiedBy>Bethaney Capasso</cp:lastModifiedBy>
  <cp:revision>2</cp:revision>
  <cp:lastPrinted>1900-12-31T13:00:00Z</cp:lastPrinted>
  <dcterms:created xsi:type="dcterms:W3CDTF">2016-03-22T02:09:00Z</dcterms:created>
  <dcterms:modified xsi:type="dcterms:W3CDTF">2016-03-22T02:09:00Z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TC060873361033</vt:lpwstr>
  </property>
</Properties>
</file>